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68" w:rsidRDefault="00FD0968">
      <w:pPr>
        <w:pStyle w:val="Title"/>
        <w:rPr>
          <w:b/>
        </w:rPr>
      </w:pPr>
      <w:r>
        <w:rPr>
          <w:b/>
        </w:rPr>
        <w:t xml:space="preserve">Chinook’s Edge School Division </w:t>
      </w:r>
      <w:r w:rsidR="00DA3E4E">
        <w:rPr>
          <w:b/>
        </w:rPr>
        <w:t>No. 73</w:t>
      </w:r>
    </w:p>
    <w:p w:rsidR="00FD0968" w:rsidRDefault="00FD0968">
      <w:pPr>
        <w:pStyle w:val="Subtitle"/>
      </w:pPr>
      <w:r>
        <w:t>APPROVAL FOR CENTRAL OFFICE SUB COSTS</w:t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Date: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ab/>
      </w:r>
      <w:r w:rsidR="00E041C7">
        <w:rPr>
          <w:rFonts w:ascii="Arial" w:hAnsi="Arial"/>
          <w:sz w:val="28"/>
        </w:rPr>
        <w:tab/>
      </w:r>
      <w:r w:rsidR="00E041C7">
        <w:rPr>
          <w:rFonts w:ascii="Arial" w:hAnsi="Arial"/>
          <w:sz w:val="28"/>
        </w:rPr>
        <w:tab/>
      </w:r>
      <w:r w:rsidR="004B0907">
        <w:rPr>
          <w:rFonts w:ascii="Arial" w:hAnsi="Arial"/>
          <w:sz w:val="28"/>
        </w:rPr>
        <w:t>Tuesday</w:t>
      </w:r>
      <w:r w:rsidR="005F6727">
        <w:rPr>
          <w:rFonts w:ascii="Arial" w:hAnsi="Arial"/>
          <w:sz w:val="28"/>
        </w:rPr>
        <w:t xml:space="preserve">, </w:t>
      </w:r>
      <w:r w:rsidR="004B0907">
        <w:rPr>
          <w:rFonts w:ascii="Arial" w:hAnsi="Arial"/>
          <w:sz w:val="28"/>
        </w:rPr>
        <w:t>January 21</w:t>
      </w:r>
      <w:r w:rsidR="000E4724">
        <w:rPr>
          <w:rFonts w:ascii="Arial" w:hAnsi="Arial"/>
          <w:sz w:val="28"/>
        </w:rPr>
        <w:t>, 2014</w:t>
      </w:r>
    </w:p>
    <w:p w:rsidR="00CD0C86" w:rsidRDefault="00CD0C86">
      <w:pPr>
        <w:rPr>
          <w:rFonts w:ascii="Arial" w:hAnsi="Arial"/>
          <w:sz w:val="28"/>
          <w:u w:val="single"/>
        </w:rPr>
      </w:pPr>
    </w:p>
    <w:p w:rsidR="00FD0968" w:rsidRDefault="00FD0968" w:rsidP="00736BC7">
      <w:pPr>
        <w:pStyle w:val="Heading1"/>
        <w:ind w:left="2880" w:hanging="2955"/>
        <w:rPr>
          <w:sz w:val="24"/>
        </w:rPr>
      </w:pPr>
      <w:r>
        <w:rPr>
          <w:b/>
        </w:rPr>
        <w:t xml:space="preserve">Name of </w:t>
      </w:r>
      <w:r w:rsidR="00CD0C86">
        <w:rPr>
          <w:b/>
        </w:rPr>
        <w:t>In-service</w:t>
      </w:r>
      <w:r>
        <w:rPr>
          <w:b/>
        </w:rPr>
        <w:t>:</w:t>
      </w:r>
      <w:r w:rsidR="00823B01">
        <w:rPr>
          <w:b/>
        </w:rPr>
        <w:tab/>
      </w:r>
      <w:r w:rsidR="004B0907">
        <w:t>Social Studies</w:t>
      </w:r>
      <w:bookmarkStart w:id="0" w:name="_GoBack"/>
      <w:bookmarkEnd w:id="0"/>
      <w:r w:rsidR="003D5E07">
        <w:t xml:space="preserve"> </w:t>
      </w:r>
      <w:r w:rsidR="000E4724">
        <w:t>Diploma Perusal</w:t>
      </w:r>
    </w:p>
    <w:p w:rsidR="00FD0968" w:rsidRDefault="00FD0968">
      <w:pPr>
        <w:jc w:val="center"/>
        <w:rPr>
          <w:rFonts w:ascii="Arial" w:hAnsi="Arial"/>
          <w:sz w:val="28"/>
        </w:rPr>
      </w:pPr>
    </w:p>
    <w:p w:rsidR="00FD0968" w:rsidRDefault="00FD0968">
      <w:pPr>
        <w:jc w:val="center"/>
        <w:rPr>
          <w:rFonts w:ascii="Arial" w:hAnsi="Arial"/>
          <w:sz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070"/>
        <w:gridCol w:w="2970"/>
        <w:gridCol w:w="1800"/>
      </w:tblGrid>
      <w:tr w:rsidR="00FD0968">
        <w:tc>
          <w:tcPr>
            <w:tcW w:w="2970" w:type="dxa"/>
            <w:shd w:val="pct5" w:color="auto" w:fill="FFFFFF"/>
          </w:tcPr>
          <w:p w:rsidR="00FD0968" w:rsidRDefault="00FD096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Name</w:t>
            </w:r>
          </w:p>
        </w:tc>
        <w:tc>
          <w:tcPr>
            <w:tcW w:w="2070" w:type="dxa"/>
            <w:shd w:val="pct5" w:color="auto" w:fill="FFFFFF"/>
          </w:tcPr>
          <w:p w:rsidR="00FD0968" w:rsidRDefault="00FD096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School</w:t>
            </w:r>
          </w:p>
        </w:tc>
        <w:tc>
          <w:tcPr>
            <w:tcW w:w="2970" w:type="dxa"/>
            <w:shd w:val="pct5" w:color="auto" w:fill="FFFFFF"/>
          </w:tcPr>
          <w:p w:rsidR="00FD0968" w:rsidRDefault="00FD096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Substitute</w:t>
            </w:r>
          </w:p>
          <w:p w:rsidR="00FD0968" w:rsidRDefault="00FD096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Teacher</w:t>
            </w:r>
          </w:p>
        </w:tc>
        <w:tc>
          <w:tcPr>
            <w:tcW w:w="1800" w:type="dxa"/>
            <w:shd w:val="pct5" w:color="auto" w:fill="FFFFFF"/>
          </w:tcPr>
          <w:p w:rsidR="00FD0968" w:rsidRDefault="00FD096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Time Required</w:t>
            </w:r>
          </w:p>
        </w:tc>
      </w:tr>
      <w:tr w:rsidR="00FD0968">
        <w:tc>
          <w:tcPr>
            <w:tcW w:w="2970" w:type="dxa"/>
          </w:tcPr>
          <w:p w:rsidR="00FD0968" w:rsidRDefault="00FD0968">
            <w:pPr>
              <w:pStyle w:val="Heading2"/>
            </w:pPr>
          </w:p>
        </w:tc>
        <w:tc>
          <w:tcPr>
            <w:tcW w:w="2070" w:type="dxa"/>
          </w:tcPr>
          <w:p w:rsidR="00FD0968" w:rsidRDefault="00FD0968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970" w:type="dxa"/>
          </w:tcPr>
          <w:p w:rsidR="00FD0968" w:rsidRDefault="00FD0968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00" w:type="dxa"/>
          </w:tcPr>
          <w:p w:rsidR="00FD0968" w:rsidRDefault="00FD0968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:rsidR="00FD0968" w:rsidRDefault="00FD0968">
      <w:pPr>
        <w:jc w:val="center"/>
        <w:rPr>
          <w:rFonts w:ascii="Arial" w:hAnsi="Arial"/>
          <w:sz w:val="28"/>
        </w:rPr>
      </w:pPr>
    </w:p>
    <w:p w:rsidR="00FD0968" w:rsidRDefault="00FD0968">
      <w:pPr>
        <w:pStyle w:val="Heading1"/>
      </w:pPr>
      <w:r>
        <w:t>Approved by:</w:t>
      </w:r>
      <w:r>
        <w:tab/>
      </w:r>
      <w:r>
        <w:tab/>
      </w:r>
      <w:r>
        <w:tab/>
        <w:t>Lissa Steele</w:t>
      </w:r>
    </w:p>
    <w:p w:rsidR="00FD0968" w:rsidRPr="00CD0C86" w:rsidRDefault="00FD0968">
      <w:pPr>
        <w:rPr>
          <w:rFonts w:ascii="Arial" w:hAnsi="Arial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CD0C86">
        <w:rPr>
          <w:rFonts w:ascii="Arial" w:hAnsi="Arial"/>
          <w:sz w:val="24"/>
          <w:szCs w:val="24"/>
        </w:rPr>
        <w:t>Assistant Superintendent, Learning Services</w:t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G/L Code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 w:rsidR="008F4F20">
        <w:rPr>
          <w:rFonts w:ascii="Arial" w:hAnsi="Arial"/>
          <w:b/>
          <w:sz w:val="28"/>
        </w:rPr>
        <w:t>5-109-300-230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Teacher’s Signature: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________________________</w:t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Principal’s Signature: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________________________</w:t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pStyle w:val="Heading1"/>
      </w:pPr>
      <w:r>
        <w:t>Central Office Signature:</w:t>
      </w:r>
      <w:r>
        <w:tab/>
        <w:t>________________________</w:t>
      </w:r>
    </w:p>
    <w:p w:rsidR="00FD0968" w:rsidRDefault="00FD0968">
      <w:pPr>
        <w:rPr>
          <w:rFonts w:ascii="Arial" w:hAnsi="Arial"/>
          <w:sz w:val="1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18"/>
        </w:rPr>
        <w:t xml:space="preserve">Lissa Steele, </w:t>
      </w:r>
      <w:r w:rsidR="00CD0C86">
        <w:rPr>
          <w:rFonts w:ascii="Arial" w:hAnsi="Arial"/>
          <w:sz w:val="18"/>
        </w:rPr>
        <w:t>Assistant Superintendent, Learning Services</w:t>
      </w:r>
      <w:r>
        <w:rPr>
          <w:rFonts w:ascii="Arial" w:hAnsi="Arial"/>
          <w:sz w:val="18"/>
        </w:rPr>
        <w:t xml:space="preserve"> </w:t>
      </w: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</w:p>
    <w:p w:rsidR="00FD0968" w:rsidRDefault="00FD0968">
      <w:pPr>
        <w:rPr>
          <w:rFonts w:ascii="Arial" w:hAnsi="Arial"/>
          <w:sz w:val="28"/>
        </w:rPr>
      </w:pPr>
    </w:p>
    <w:p w:rsidR="00FD0968" w:rsidRDefault="000E15B9">
      <w:pPr>
        <w:pStyle w:val="Heading2"/>
        <w:ind w:left="1170" w:right="1080" w:hanging="117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-10795</wp:posOffset>
                </wp:positionV>
                <wp:extent cx="4572000" cy="230759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30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B48D1" w:rsidRDefault="000B48D1">
                            <w:pPr>
                              <w:pStyle w:val="Heading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NOTE</w:t>
                            </w:r>
                          </w:p>
                          <w:p w:rsidR="000B48D1" w:rsidRDefault="000B48D1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:rsidR="000B48D1" w:rsidRDefault="000B48D1">
                            <w:pPr>
                              <w:pStyle w:val="BodyTex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THIS FORM WILL NOT BE PROCESSED UNLESS IT IS FILLED OUT COMPLETELY, AND CORRECTLY.</w:t>
                            </w:r>
                          </w:p>
                          <w:p w:rsidR="000B48D1" w:rsidRDefault="000B48D1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  <w:p w:rsidR="000B48D1" w:rsidRDefault="000B48D1">
                            <w:pPr>
                              <w:pStyle w:val="BodyText2"/>
                            </w:pPr>
                            <w:r>
                              <w:t>PLEASE ATTACH THIS COPY TO THE GREEN SUB TIMESHEET FOR SUBMISSION.</w:t>
                            </w:r>
                          </w:p>
                          <w:p w:rsidR="000B48D1" w:rsidRDefault="000B48D1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  <w:p w:rsidR="000B48D1" w:rsidRDefault="000B48D1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ENSURE THAT THE G/L CODE IS CLEARLY TRANSFERRED ONTO THE TIMESHEET.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2pt;margin-top:-.85pt;width:5in;height:18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" o:allowincell="f" strokeweight="1pt">
                <v:shadow on="t"/>
                <v:textbox>
                  <w:txbxContent>
                    <w:p w:rsidR="000B48D1" w:rsidRDefault="000B48D1">
                      <w:pPr>
                        <w:pStyle w:val="Heading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NOTE</w:t>
                      </w:r>
                    </w:p>
                    <w:p w:rsidR="000B48D1" w:rsidRDefault="000B48D1">
                      <w:pPr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:rsidR="000B48D1" w:rsidRDefault="000B48D1">
                      <w:pPr>
                        <w:pStyle w:val="BodyTex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THIS FORM WILL NOT BE PROCESSED UNLESS IT IS FILLED OUT COMPLETELY, AND CORRECTLY.</w:t>
                      </w:r>
                    </w:p>
                    <w:p w:rsidR="000B48D1" w:rsidRDefault="000B48D1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  <w:p w:rsidR="000B48D1" w:rsidRDefault="000B48D1">
                      <w:pPr>
                        <w:pStyle w:val="BodyText2"/>
                      </w:pPr>
                      <w:r>
                        <w:t>PLEASE ATTACH THIS COPY TO THE GREEN SUB TIMESHEET FOR SUBMISSION.</w:t>
                      </w:r>
                    </w:p>
                    <w:p w:rsidR="000B48D1" w:rsidRDefault="000B48D1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  <w:p w:rsidR="000B48D1" w:rsidRDefault="000B48D1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ENSURE THAT THE G/L CODE IS CLEARLY TRANSFERRED ONTO THE TIMESHEET.</w:t>
                      </w:r>
                    </w:p>
                  </w:txbxContent>
                </v:textbox>
              </v:rect>
            </w:pict>
          </mc:Fallback>
        </mc:AlternateContent>
      </w:r>
      <w:r w:rsidR="00FD0968">
        <w:t>NOTE</w:t>
      </w:r>
    </w:p>
    <w:p w:rsidR="00FD0968" w:rsidRDefault="00FD0968">
      <w:pPr>
        <w:ind w:left="1170" w:right="1080" w:hanging="117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L</w:t>
      </w:r>
    </w:p>
    <w:p w:rsidR="00FD0968" w:rsidRDefault="00FD0968">
      <w:pPr>
        <w:pStyle w:val="BodyText"/>
        <w:ind w:left="720" w:right="1080"/>
      </w:pPr>
      <w:r>
        <w:t>THIS FORM WILL NOT BE PROCESSED UNLESS IT IS FILLED OUT COMPLETELY, AND CORRECTLY.</w:t>
      </w:r>
    </w:p>
    <w:p w:rsidR="00FD0968" w:rsidRDefault="00FD0968">
      <w:pPr>
        <w:ind w:left="1170" w:right="1080" w:hanging="1170"/>
        <w:rPr>
          <w:rFonts w:ascii="Arial" w:hAnsi="Arial"/>
          <w:sz w:val="28"/>
        </w:rPr>
      </w:pPr>
    </w:p>
    <w:p w:rsidR="00FD0968" w:rsidRDefault="00FD0968">
      <w:pPr>
        <w:ind w:left="720" w:right="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PLEASE ATTACH THIS COPY TO THE GREEN SUB TIMESHEET FOR SUBMISSION.</w:t>
      </w:r>
    </w:p>
    <w:p w:rsidR="00FD0968" w:rsidRDefault="00FD0968">
      <w:pPr>
        <w:ind w:left="1170" w:right="1080" w:hanging="1170"/>
        <w:rPr>
          <w:rFonts w:ascii="Arial" w:hAnsi="Arial"/>
          <w:sz w:val="28"/>
        </w:rPr>
      </w:pPr>
    </w:p>
    <w:p w:rsidR="00FD0968" w:rsidRDefault="00FD0968" w:rsidP="00382AF5">
      <w:pPr>
        <w:ind w:left="720" w:right="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ENSURE THAT G/L CODE IS CLEARLY NSFERREDTO THETIMESHEET.</w:t>
      </w:r>
    </w:p>
    <w:sectPr w:rsidR="00FD0968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5D2" w:rsidRDefault="008065D2">
      <w:r>
        <w:separator/>
      </w:r>
    </w:p>
  </w:endnote>
  <w:endnote w:type="continuationSeparator" w:id="0">
    <w:p w:rsidR="008065D2" w:rsidRDefault="008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5D2" w:rsidRDefault="008065D2">
      <w:r>
        <w:separator/>
      </w:r>
    </w:p>
  </w:footnote>
  <w:footnote w:type="continuationSeparator" w:id="0">
    <w:p w:rsidR="008065D2" w:rsidRDefault="00806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3C"/>
    <w:rsid w:val="0001222F"/>
    <w:rsid w:val="00021267"/>
    <w:rsid w:val="00044204"/>
    <w:rsid w:val="00051249"/>
    <w:rsid w:val="0005419E"/>
    <w:rsid w:val="00057260"/>
    <w:rsid w:val="0006004D"/>
    <w:rsid w:val="00067A8E"/>
    <w:rsid w:val="00071CB7"/>
    <w:rsid w:val="00081CA8"/>
    <w:rsid w:val="00091BDE"/>
    <w:rsid w:val="000A674D"/>
    <w:rsid w:val="000B178C"/>
    <w:rsid w:val="000B48D1"/>
    <w:rsid w:val="000C1032"/>
    <w:rsid w:val="000C4D9F"/>
    <w:rsid w:val="000C68B1"/>
    <w:rsid w:val="000E15B9"/>
    <w:rsid w:val="000E4724"/>
    <w:rsid w:val="000F667F"/>
    <w:rsid w:val="0010102E"/>
    <w:rsid w:val="00117F1B"/>
    <w:rsid w:val="001214EA"/>
    <w:rsid w:val="00136CC6"/>
    <w:rsid w:val="00142247"/>
    <w:rsid w:val="001466FA"/>
    <w:rsid w:val="001470E2"/>
    <w:rsid w:val="00155D3F"/>
    <w:rsid w:val="0015625D"/>
    <w:rsid w:val="00156796"/>
    <w:rsid w:val="00165070"/>
    <w:rsid w:val="001852C0"/>
    <w:rsid w:val="00187DAD"/>
    <w:rsid w:val="00190E3D"/>
    <w:rsid w:val="001A4A64"/>
    <w:rsid w:val="001B0862"/>
    <w:rsid w:val="001B13F4"/>
    <w:rsid w:val="00211DCC"/>
    <w:rsid w:val="002251C7"/>
    <w:rsid w:val="00245A06"/>
    <w:rsid w:val="0024768D"/>
    <w:rsid w:val="00282E25"/>
    <w:rsid w:val="002B3022"/>
    <w:rsid w:val="002B4DE1"/>
    <w:rsid w:val="002B66C8"/>
    <w:rsid w:val="002B7A95"/>
    <w:rsid w:val="002B7CBB"/>
    <w:rsid w:val="002C46ED"/>
    <w:rsid w:val="002D30E0"/>
    <w:rsid w:val="00313298"/>
    <w:rsid w:val="0031518D"/>
    <w:rsid w:val="003232FA"/>
    <w:rsid w:val="00352296"/>
    <w:rsid w:val="003534F3"/>
    <w:rsid w:val="00382AF5"/>
    <w:rsid w:val="00395543"/>
    <w:rsid w:val="003977BA"/>
    <w:rsid w:val="003A10A0"/>
    <w:rsid w:val="003A3804"/>
    <w:rsid w:val="003A5FE8"/>
    <w:rsid w:val="003A7783"/>
    <w:rsid w:val="003C49D8"/>
    <w:rsid w:val="003D5E07"/>
    <w:rsid w:val="003E4C17"/>
    <w:rsid w:val="003E5A46"/>
    <w:rsid w:val="003F767B"/>
    <w:rsid w:val="0041242E"/>
    <w:rsid w:val="00413AC0"/>
    <w:rsid w:val="00443FD5"/>
    <w:rsid w:val="00447907"/>
    <w:rsid w:val="00457B36"/>
    <w:rsid w:val="00475C8E"/>
    <w:rsid w:val="00496238"/>
    <w:rsid w:val="004A5A68"/>
    <w:rsid w:val="004B0907"/>
    <w:rsid w:val="004B155F"/>
    <w:rsid w:val="004B5750"/>
    <w:rsid w:val="004B5E32"/>
    <w:rsid w:val="004D0F19"/>
    <w:rsid w:val="004D57FB"/>
    <w:rsid w:val="004E03C9"/>
    <w:rsid w:val="00512AB7"/>
    <w:rsid w:val="0051491B"/>
    <w:rsid w:val="00514CD2"/>
    <w:rsid w:val="005201F8"/>
    <w:rsid w:val="005349E4"/>
    <w:rsid w:val="00534D65"/>
    <w:rsid w:val="005433E9"/>
    <w:rsid w:val="00550143"/>
    <w:rsid w:val="00567A0E"/>
    <w:rsid w:val="005724B8"/>
    <w:rsid w:val="00572863"/>
    <w:rsid w:val="005738A4"/>
    <w:rsid w:val="0057402B"/>
    <w:rsid w:val="00580E73"/>
    <w:rsid w:val="005B04F0"/>
    <w:rsid w:val="005B195C"/>
    <w:rsid w:val="005B3D40"/>
    <w:rsid w:val="005C0A73"/>
    <w:rsid w:val="005C3D99"/>
    <w:rsid w:val="005D7287"/>
    <w:rsid w:val="005E23BD"/>
    <w:rsid w:val="005F6727"/>
    <w:rsid w:val="00640222"/>
    <w:rsid w:val="006507A5"/>
    <w:rsid w:val="006830A0"/>
    <w:rsid w:val="006A3084"/>
    <w:rsid w:val="006A45D0"/>
    <w:rsid w:val="006B3BD6"/>
    <w:rsid w:val="006B7253"/>
    <w:rsid w:val="006B7572"/>
    <w:rsid w:val="006B7A06"/>
    <w:rsid w:val="006C05A1"/>
    <w:rsid w:val="006D5C98"/>
    <w:rsid w:val="006D65AE"/>
    <w:rsid w:val="006F2536"/>
    <w:rsid w:val="00702995"/>
    <w:rsid w:val="00715AE6"/>
    <w:rsid w:val="0072683D"/>
    <w:rsid w:val="00732E32"/>
    <w:rsid w:val="00736BC7"/>
    <w:rsid w:val="0075234F"/>
    <w:rsid w:val="00755355"/>
    <w:rsid w:val="007576A9"/>
    <w:rsid w:val="00762159"/>
    <w:rsid w:val="007707EA"/>
    <w:rsid w:val="00775DD4"/>
    <w:rsid w:val="00787F12"/>
    <w:rsid w:val="007905B1"/>
    <w:rsid w:val="00796D96"/>
    <w:rsid w:val="007A327F"/>
    <w:rsid w:val="007A413F"/>
    <w:rsid w:val="007B512B"/>
    <w:rsid w:val="007B7294"/>
    <w:rsid w:val="007D098A"/>
    <w:rsid w:val="007D0D5E"/>
    <w:rsid w:val="007E1057"/>
    <w:rsid w:val="007F38AD"/>
    <w:rsid w:val="007F7BF1"/>
    <w:rsid w:val="008005FF"/>
    <w:rsid w:val="00800B50"/>
    <w:rsid w:val="0080505A"/>
    <w:rsid w:val="008065D2"/>
    <w:rsid w:val="00814031"/>
    <w:rsid w:val="00823B01"/>
    <w:rsid w:val="00847A65"/>
    <w:rsid w:val="0086588E"/>
    <w:rsid w:val="00886DD9"/>
    <w:rsid w:val="008950D8"/>
    <w:rsid w:val="008B2AC1"/>
    <w:rsid w:val="008C146C"/>
    <w:rsid w:val="008F1187"/>
    <w:rsid w:val="008F243D"/>
    <w:rsid w:val="008F4F20"/>
    <w:rsid w:val="00901281"/>
    <w:rsid w:val="00912AE2"/>
    <w:rsid w:val="00916802"/>
    <w:rsid w:val="00917F3A"/>
    <w:rsid w:val="0092015C"/>
    <w:rsid w:val="00922EFB"/>
    <w:rsid w:val="00932B17"/>
    <w:rsid w:val="00933F59"/>
    <w:rsid w:val="009531F9"/>
    <w:rsid w:val="00957591"/>
    <w:rsid w:val="00961687"/>
    <w:rsid w:val="009643AE"/>
    <w:rsid w:val="00965BFA"/>
    <w:rsid w:val="009821C5"/>
    <w:rsid w:val="00987E1B"/>
    <w:rsid w:val="009A0FD8"/>
    <w:rsid w:val="009B003E"/>
    <w:rsid w:val="009C3DAC"/>
    <w:rsid w:val="009C40E7"/>
    <w:rsid w:val="009C6CAE"/>
    <w:rsid w:val="009D0AE4"/>
    <w:rsid w:val="009D7002"/>
    <w:rsid w:val="009F079B"/>
    <w:rsid w:val="009F1A6B"/>
    <w:rsid w:val="009F42A7"/>
    <w:rsid w:val="00A03684"/>
    <w:rsid w:val="00A03ECE"/>
    <w:rsid w:val="00A126BA"/>
    <w:rsid w:val="00A135CA"/>
    <w:rsid w:val="00A13C93"/>
    <w:rsid w:val="00A148F9"/>
    <w:rsid w:val="00A24DB1"/>
    <w:rsid w:val="00A269FF"/>
    <w:rsid w:val="00A31EA1"/>
    <w:rsid w:val="00A358C3"/>
    <w:rsid w:val="00A44BBF"/>
    <w:rsid w:val="00A55F53"/>
    <w:rsid w:val="00A62BE6"/>
    <w:rsid w:val="00A7028E"/>
    <w:rsid w:val="00AA0BE2"/>
    <w:rsid w:val="00AA110D"/>
    <w:rsid w:val="00AA13A5"/>
    <w:rsid w:val="00AB0B1C"/>
    <w:rsid w:val="00AB3F6B"/>
    <w:rsid w:val="00AB4A1F"/>
    <w:rsid w:val="00AB4BDE"/>
    <w:rsid w:val="00AE14FE"/>
    <w:rsid w:val="00AE5139"/>
    <w:rsid w:val="00AF41E7"/>
    <w:rsid w:val="00AF6CE1"/>
    <w:rsid w:val="00B00C67"/>
    <w:rsid w:val="00B04330"/>
    <w:rsid w:val="00B336E3"/>
    <w:rsid w:val="00B36A82"/>
    <w:rsid w:val="00B57E8B"/>
    <w:rsid w:val="00B854AE"/>
    <w:rsid w:val="00BA0D4D"/>
    <w:rsid w:val="00BC0418"/>
    <w:rsid w:val="00BC339D"/>
    <w:rsid w:val="00BD768E"/>
    <w:rsid w:val="00BF2010"/>
    <w:rsid w:val="00BF6929"/>
    <w:rsid w:val="00C03601"/>
    <w:rsid w:val="00C11FED"/>
    <w:rsid w:val="00C24E8C"/>
    <w:rsid w:val="00C43806"/>
    <w:rsid w:val="00C45A51"/>
    <w:rsid w:val="00C554D7"/>
    <w:rsid w:val="00C6497A"/>
    <w:rsid w:val="00C8089D"/>
    <w:rsid w:val="00C81AFD"/>
    <w:rsid w:val="00C91895"/>
    <w:rsid w:val="00CA3A0D"/>
    <w:rsid w:val="00CA5CBF"/>
    <w:rsid w:val="00CC42E7"/>
    <w:rsid w:val="00CD0C86"/>
    <w:rsid w:val="00CD4050"/>
    <w:rsid w:val="00CD68BB"/>
    <w:rsid w:val="00CE3A4F"/>
    <w:rsid w:val="00CE7A67"/>
    <w:rsid w:val="00D06FE3"/>
    <w:rsid w:val="00D1172B"/>
    <w:rsid w:val="00D3136E"/>
    <w:rsid w:val="00D3535E"/>
    <w:rsid w:val="00D674DA"/>
    <w:rsid w:val="00D768CE"/>
    <w:rsid w:val="00D779FE"/>
    <w:rsid w:val="00D854DF"/>
    <w:rsid w:val="00D92518"/>
    <w:rsid w:val="00DA3E4E"/>
    <w:rsid w:val="00DD2E50"/>
    <w:rsid w:val="00DE3248"/>
    <w:rsid w:val="00E041C7"/>
    <w:rsid w:val="00E1060A"/>
    <w:rsid w:val="00E15FE7"/>
    <w:rsid w:val="00E23152"/>
    <w:rsid w:val="00E42D37"/>
    <w:rsid w:val="00E57C18"/>
    <w:rsid w:val="00E63893"/>
    <w:rsid w:val="00E64886"/>
    <w:rsid w:val="00E767FE"/>
    <w:rsid w:val="00E92F95"/>
    <w:rsid w:val="00E966D4"/>
    <w:rsid w:val="00EA0D32"/>
    <w:rsid w:val="00EA158D"/>
    <w:rsid w:val="00EA3BBF"/>
    <w:rsid w:val="00EA3E3C"/>
    <w:rsid w:val="00EA6B6D"/>
    <w:rsid w:val="00ED3442"/>
    <w:rsid w:val="00EE26E0"/>
    <w:rsid w:val="00EF357A"/>
    <w:rsid w:val="00F22577"/>
    <w:rsid w:val="00F43DC8"/>
    <w:rsid w:val="00F45413"/>
    <w:rsid w:val="00F51E8F"/>
    <w:rsid w:val="00F61401"/>
    <w:rsid w:val="00F657D3"/>
    <w:rsid w:val="00F66AD8"/>
    <w:rsid w:val="00F93978"/>
    <w:rsid w:val="00FB4843"/>
    <w:rsid w:val="00FB53F0"/>
    <w:rsid w:val="00FC27CC"/>
    <w:rsid w:val="00FC7C2B"/>
    <w:rsid w:val="00FD0968"/>
    <w:rsid w:val="00FD7DC8"/>
    <w:rsid w:val="00FE07A9"/>
    <w:rsid w:val="00FE527C"/>
    <w:rsid w:val="00FF0F71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odyText">
    <w:name w:val="Body Text"/>
    <w:basedOn w:val="Normal"/>
    <w:rPr>
      <w:rFonts w:ascii="Arial" w:hAnsi="Arial"/>
      <w:sz w:val="28"/>
    </w:rPr>
  </w:style>
  <w:style w:type="paragraph" w:styleId="BodyText2">
    <w:name w:val="Body Text 2"/>
    <w:basedOn w:val="Normal"/>
    <w:rPr>
      <w:rFonts w:ascii="Arial" w:hAnsi="Arial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B0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odyText">
    <w:name w:val="Body Text"/>
    <w:basedOn w:val="Normal"/>
    <w:rPr>
      <w:rFonts w:ascii="Arial" w:hAnsi="Arial"/>
      <w:sz w:val="28"/>
    </w:rPr>
  </w:style>
  <w:style w:type="paragraph" w:styleId="BodyText2">
    <w:name w:val="Body Text 2"/>
    <w:basedOn w:val="Normal"/>
    <w:rPr>
      <w:rFonts w:ascii="Arial" w:hAnsi="Arial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B0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Inservice%20-%20sub%20cost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Inservice - sub cost form.dot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Chinook’s Edge Regional Division #5</vt:lpstr>
    </vt:vector>
  </TitlesOfParts>
  <Company>Chinook's Edge School Division No. 73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Chinook’s Edge Regional Division #5</dc:title>
  <dc:creator>Rachel Thomson</dc:creator>
  <cp:lastModifiedBy>alwhitehead</cp:lastModifiedBy>
  <cp:revision>2</cp:revision>
  <cp:lastPrinted>2012-03-21T01:55:00Z</cp:lastPrinted>
  <dcterms:created xsi:type="dcterms:W3CDTF">2014-01-17T18:14:00Z</dcterms:created>
  <dcterms:modified xsi:type="dcterms:W3CDTF">2014-01-17T18:14:00Z</dcterms:modified>
</cp:coreProperties>
</file>